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711C78" w14:textId="77777777" w:rsidR="006B7CD9" w:rsidRDefault="00B75A5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1E5DF526" wp14:editId="15926635">
                <wp:simplePos x="0" y="0"/>
                <wp:positionH relativeFrom="page">
                  <wp:posOffset>685800</wp:posOffset>
                </wp:positionH>
                <wp:positionV relativeFrom="page">
                  <wp:posOffset>5257800</wp:posOffset>
                </wp:positionV>
                <wp:extent cx="8686800" cy="333375"/>
                <wp:effectExtent l="0" t="0" r="0" b="22225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FA4AC22" w14:textId="77777777" w:rsidR="003F16DE" w:rsidRDefault="00B75A5E" w:rsidP="003F16DE">
                            <w:pPr>
                              <w:pStyle w:val="Date"/>
                            </w:pPr>
                            <w:r>
                              <w:t>______________________</w:t>
                            </w:r>
                            <w:proofErr w:type="gramStart"/>
                            <w:r>
                              <w:t>,2014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margin-left:54pt;margin-top:414pt;width:684pt;height:26.25pt;z-index:251658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" filled="f" stroked="f">
                <v:textbox inset="0,0,0,0">
                  <w:txbxContent>
                    <w:p w14:paraId="0FA4AC22" w14:textId="77777777" w:rsidR="003F16DE" w:rsidRDefault="00B75A5E" w:rsidP="003F16DE">
                      <w:pPr>
                        <w:pStyle w:val="Date"/>
                      </w:pPr>
                      <w:r>
                        <w:t>______________________</w:t>
                      </w:r>
                      <w:proofErr w:type="gramStart"/>
                      <w:r>
                        <w:t>,2014</w:t>
                      </w:r>
                      <w:proofErr w:type="gram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2C67C9F5" wp14:editId="24BB9984">
                <wp:simplePos x="0" y="0"/>
                <wp:positionH relativeFrom="page">
                  <wp:posOffset>1054100</wp:posOffset>
                </wp:positionH>
                <wp:positionV relativeFrom="page">
                  <wp:posOffset>4616450</wp:posOffset>
                </wp:positionV>
                <wp:extent cx="7929880" cy="215900"/>
                <wp:effectExtent l="0" t="0" r="20320" b="12700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988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7567CC6" w14:textId="77777777" w:rsidR="003F16DE" w:rsidRDefault="00B75A5E" w:rsidP="003F16DE">
                            <w:pPr>
                              <w:pStyle w:val="Heading1"/>
                            </w:pPr>
                            <w:r>
                              <w:t>For: ________________________________________________________________________________________________________________</w:t>
                            </w:r>
                          </w:p>
                          <w:p w14:paraId="0BFD8A21" w14:textId="77777777" w:rsidR="00B75A5E" w:rsidRDefault="00B75A5E" w:rsidP="003F16DE">
                            <w:pPr>
                              <w:pStyle w:val="Heading1"/>
                            </w:pPr>
                          </w:p>
                          <w:p w14:paraId="18A8D16F" w14:textId="77777777" w:rsidR="00B75A5E" w:rsidRDefault="00B75A5E" w:rsidP="003F16DE">
                            <w:pPr>
                              <w:pStyle w:val="Heading1"/>
                            </w:pPr>
                            <w:r>
                              <w:t>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83pt;margin-top:363.5pt;width:624.4pt;height:17pt;z-index:251658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" filled="f" stroked="f">
                <v:textbox inset="0,0,0,0">
                  <w:txbxContent>
                    <w:p w14:paraId="37567CC6" w14:textId="77777777" w:rsidR="003F16DE" w:rsidRDefault="00B75A5E" w:rsidP="003F16DE">
                      <w:pPr>
                        <w:pStyle w:val="Heading1"/>
                      </w:pPr>
                      <w:r>
                        <w:t>For: ________________________________________________________________________________________________________________</w:t>
                      </w:r>
                    </w:p>
                    <w:p w14:paraId="0BFD8A21" w14:textId="77777777" w:rsidR="00B75A5E" w:rsidRDefault="00B75A5E" w:rsidP="003F16DE">
                      <w:pPr>
                        <w:pStyle w:val="Heading1"/>
                      </w:pPr>
                    </w:p>
                    <w:p w14:paraId="18A8D16F" w14:textId="77777777" w:rsidR="00B75A5E" w:rsidRDefault="00B75A5E" w:rsidP="003F16DE">
                      <w:pPr>
                        <w:pStyle w:val="Heading1"/>
                      </w:pPr>
                      <w:r>
                        <w:t>______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74" behindDoc="0" locked="0" layoutInCell="1" allowOverlap="1" wp14:anchorId="4BFD2ACE" wp14:editId="4A5FF01C">
                <wp:simplePos x="0" y="0"/>
                <wp:positionH relativeFrom="page">
                  <wp:posOffset>1371600</wp:posOffset>
                </wp:positionH>
                <wp:positionV relativeFrom="page">
                  <wp:posOffset>4140200</wp:posOffset>
                </wp:positionV>
                <wp:extent cx="7569200" cy="0"/>
                <wp:effectExtent l="50800" t="25400" r="76200" b="1016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92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592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108pt,326pt" to="704pt,32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" strokecolor="#ddd [3204]" strokeweight="2pt">
                <v:shadow on="t" opacity="24903f" mv:blur="40000f" origin=",.5" offset="0,20000emu"/>
                <w10:wrap anchorx="page" anchory="page"/>
              </v:line>
            </w:pict>
          </mc:Fallback>
        </mc:AlternateContent>
      </w:r>
      <w:r w:rsidR="003E57C4"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D8B42C1" wp14:editId="428CC51F">
                <wp:simplePos x="0" y="0"/>
                <wp:positionH relativeFrom="page">
                  <wp:posOffset>685800</wp:posOffset>
                </wp:positionH>
                <wp:positionV relativeFrom="page">
                  <wp:posOffset>3529330</wp:posOffset>
                </wp:positionV>
                <wp:extent cx="8686800" cy="979170"/>
                <wp:effectExtent l="0" t="0" r="0" b="11430"/>
                <wp:wrapNone/>
                <wp:docPr id="1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0" cy="979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2F437B9" w14:textId="77777777" w:rsidR="003F16DE" w:rsidRDefault="00B75A5E" w:rsidP="003F16DE">
                            <w:pPr>
                              <w:pStyle w:val="Recipient"/>
                            </w:pPr>
                            <w:r>
                              <w:t>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54pt;margin-top:277.9pt;width:684pt;height:77.1pt;z-index:2516582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" filled="f" stroked="f">
                <v:textbox inset="0,0,0,0">
                  <w:txbxContent>
                    <w:p w14:paraId="32F437B9" w14:textId="77777777" w:rsidR="003F16DE" w:rsidRDefault="00B75A5E" w:rsidP="003F16DE">
                      <w:pPr>
                        <w:pStyle w:val="Recipient"/>
                      </w:pPr>
                      <w:r>
                        <w:t>___________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E57C4"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2D731C64" wp14:editId="3414F1E9">
                <wp:simplePos x="0" y="0"/>
                <wp:positionH relativeFrom="page">
                  <wp:posOffset>5328920</wp:posOffset>
                </wp:positionH>
                <wp:positionV relativeFrom="page">
                  <wp:posOffset>6263640</wp:posOffset>
                </wp:positionV>
                <wp:extent cx="2286000" cy="365760"/>
                <wp:effectExtent l="0" t="2540" r="5080" b="0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55209DBB" w14:textId="77777777" w:rsidR="003F16DE" w:rsidRDefault="00542B0E" w:rsidP="003F16DE">
                            <w:pPr>
                              <w:pStyle w:val="Signature"/>
                            </w:pPr>
                            <w:r>
                              <w:t>[Name, Title]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margin-left:419.6pt;margin-top:493.2pt;width:180pt;height:28.8pt;z-index:2516582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" filled="f" stroked="f">
                <v:stroke o:forcedash="t"/>
                <v:textbox inset="0,0,0,0">
                  <w:txbxContent>
                    <w:p w14:paraId="55209DBB" w14:textId="77777777" w:rsidR="003F16DE" w:rsidRDefault="00542B0E" w:rsidP="003F16DE">
                      <w:pPr>
                        <w:pStyle w:val="Signature"/>
                      </w:pPr>
                      <w:r>
                        <w:t>[Name, Title]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E57C4"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2291395C" wp14:editId="38523D5D">
                <wp:simplePos x="0" y="0"/>
                <wp:positionH relativeFrom="page">
                  <wp:posOffset>2443480</wp:posOffset>
                </wp:positionH>
                <wp:positionV relativeFrom="page">
                  <wp:posOffset>6263640</wp:posOffset>
                </wp:positionV>
                <wp:extent cx="2286000" cy="365760"/>
                <wp:effectExtent l="5080" t="2540" r="0" b="0"/>
                <wp:wrapNone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17E3E2A1" w14:textId="77777777" w:rsidR="003F16DE" w:rsidRDefault="00542B0E" w:rsidP="003F16DE">
                            <w:pPr>
                              <w:pStyle w:val="Signature"/>
                            </w:pPr>
                            <w:r>
                              <w:t>[Name, Title]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192.4pt;margin-top:493.2pt;width:180pt;height:28.8pt;z-index:2516582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" filled="f" stroked="f">
                <v:stroke o:forcedash="t"/>
                <v:textbox inset="0,0,0,0">
                  <w:txbxContent>
                    <w:p w14:paraId="17E3E2A1" w14:textId="77777777" w:rsidR="003F16DE" w:rsidRDefault="00542B0E" w:rsidP="003F16DE">
                      <w:pPr>
                        <w:pStyle w:val="Signature"/>
                      </w:pPr>
                      <w:r>
                        <w:t>[Name, Title]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E57C4"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608E271" wp14:editId="5DE3D1BB">
                <wp:simplePos x="0" y="0"/>
                <wp:positionH relativeFrom="page">
                  <wp:posOffset>685800</wp:posOffset>
                </wp:positionH>
                <wp:positionV relativeFrom="page">
                  <wp:posOffset>1801495</wp:posOffset>
                </wp:positionV>
                <wp:extent cx="8686800" cy="12446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0" cy="124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70BDF28" w14:textId="77777777" w:rsidR="003F16DE" w:rsidRDefault="00B75A5E" w:rsidP="00985C83">
                            <w:pPr>
                              <w:pStyle w:val="Title"/>
                            </w:pPr>
                            <w:r>
                              <w:t>Outstanding</w:t>
                            </w:r>
                          </w:p>
                          <w:p w14:paraId="2D7CE723" w14:textId="77777777" w:rsidR="00B75A5E" w:rsidRPr="00985C83" w:rsidRDefault="00B75A5E" w:rsidP="00985C83">
                            <w:pPr>
                              <w:pStyle w:val="Title"/>
                            </w:pPr>
                            <w:proofErr w:type="gramStart"/>
                            <w:r>
                              <w:t>courage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54pt;margin-top:141.85pt;width:684pt;height:98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" filled="f" stroked="f">
                <v:textbox inset="0,0,0,0">
                  <w:txbxContent>
                    <w:p w14:paraId="470BDF28" w14:textId="77777777" w:rsidR="003F16DE" w:rsidRDefault="00B75A5E" w:rsidP="00985C83">
                      <w:pPr>
                        <w:pStyle w:val="Title"/>
                      </w:pPr>
                      <w:r>
                        <w:t>Outstanding</w:t>
                      </w:r>
                    </w:p>
                    <w:p w14:paraId="2D7CE723" w14:textId="77777777" w:rsidR="00B75A5E" w:rsidRPr="00985C83" w:rsidRDefault="00B75A5E" w:rsidP="00985C83">
                      <w:pPr>
                        <w:pStyle w:val="Title"/>
                      </w:pPr>
                      <w:proofErr w:type="gramStart"/>
                      <w:r>
                        <w:t>courage</w:t>
                      </w:r>
                      <w:proofErr w:type="gram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E57C4"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7F1D41F" wp14:editId="63634CED">
                <wp:simplePos x="0" y="0"/>
                <wp:positionH relativeFrom="page">
                  <wp:posOffset>1758950</wp:posOffset>
                </wp:positionH>
                <wp:positionV relativeFrom="page">
                  <wp:posOffset>3376930</wp:posOffset>
                </wp:positionV>
                <wp:extent cx="6540500" cy="215900"/>
                <wp:effectExtent l="0" t="0" r="12700" b="1270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0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2E1DE4C" w14:textId="77777777" w:rsidR="003F16DE" w:rsidRDefault="00B75A5E" w:rsidP="003F16DE">
                            <w:pPr>
                              <w:pStyle w:val="Heading1"/>
                            </w:pPr>
                            <w:r>
                              <w:t>This certificate is awarded to:</w:t>
                            </w:r>
                          </w:p>
                          <w:p w14:paraId="0E19EC4B" w14:textId="77777777" w:rsidR="00B75A5E" w:rsidRDefault="00B75A5E" w:rsidP="003F16DE">
                            <w:pPr>
                              <w:pStyle w:val="Heading1"/>
                            </w:pPr>
                          </w:p>
                          <w:p w14:paraId="138AB531" w14:textId="77777777" w:rsidR="00B75A5E" w:rsidRDefault="00B75A5E" w:rsidP="003F16DE">
                            <w:pPr>
                              <w:pStyle w:val="Heading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138.5pt;margin-top:265.9pt;width:515pt;height:17pt;z-index:2516582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" filled="f" stroked="f">
                <v:textbox inset="0,0,0,0">
                  <w:txbxContent>
                    <w:p w14:paraId="62E1DE4C" w14:textId="77777777" w:rsidR="003F16DE" w:rsidRDefault="00B75A5E" w:rsidP="003F16DE">
                      <w:pPr>
                        <w:pStyle w:val="Heading1"/>
                      </w:pPr>
                      <w:r>
                        <w:t>This certificate is awarded to:</w:t>
                      </w:r>
                    </w:p>
                    <w:p w14:paraId="0E19EC4B" w14:textId="77777777" w:rsidR="00B75A5E" w:rsidRDefault="00B75A5E" w:rsidP="003F16DE">
                      <w:pPr>
                        <w:pStyle w:val="Heading1"/>
                      </w:pPr>
                    </w:p>
                    <w:p w14:paraId="138AB531" w14:textId="77777777" w:rsidR="00B75A5E" w:rsidRDefault="00B75A5E" w:rsidP="003F16DE">
                      <w:pPr>
                        <w:pStyle w:val="Heading1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E57C4"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738B0B9E" wp14:editId="38499F57">
                <wp:simplePos x="0" y="0"/>
                <wp:positionH relativeFrom="page">
                  <wp:posOffset>1758950</wp:posOffset>
                </wp:positionH>
                <wp:positionV relativeFrom="page">
                  <wp:posOffset>3046730</wp:posOffset>
                </wp:positionV>
                <wp:extent cx="6540500" cy="152400"/>
                <wp:effectExtent l="0" t="0" r="12700" b="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05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CFA07C4" w14:textId="77777777" w:rsidR="003F16DE" w:rsidRDefault="00B75A5E" w:rsidP="003F16DE">
                            <w:pPr>
                              <w:pStyle w:val="Subtitle"/>
                            </w:pPr>
                            <w:r>
                              <w:t>Courage is doing the right thing, even though you’re scared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138.5pt;margin-top:239.9pt;width:515pt;height:12pt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" filled="f" stroked="f">
                <v:textbox inset="0,0,0,0">
                  <w:txbxContent>
                    <w:p w14:paraId="3CFA07C4" w14:textId="77777777" w:rsidR="003F16DE" w:rsidRDefault="00B75A5E" w:rsidP="003F16DE">
                      <w:pPr>
                        <w:pStyle w:val="Subtitle"/>
                      </w:pPr>
                      <w:r>
                        <w:t>Courage is doing the right thing, even though you’re scared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E57C4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B7298A8" wp14:editId="76574CE1">
                <wp:simplePos x="0" y="0"/>
                <wp:positionH relativeFrom="page">
                  <wp:posOffset>1758950</wp:posOffset>
                </wp:positionH>
                <wp:positionV relativeFrom="page">
                  <wp:posOffset>1560830</wp:posOffset>
                </wp:positionV>
                <wp:extent cx="6540500" cy="152400"/>
                <wp:effectExtent l="0" t="0" r="1270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05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E4FEBED" w14:textId="77777777" w:rsidR="003F16DE" w:rsidRDefault="00B75A5E" w:rsidP="003F16DE">
                            <w:pPr>
                              <w:pStyle w:val="Subtitle"/>
                            </w:pPr>
                            <w:r>
                              <w:t>THIS AWARD is FOR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margin-left:138.5pt;margin-top:122.9pt;width:515pt;height:12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" filled="f" stroked="f">
                <v:textbox inset="0,0,0,0">
                  <w:txbxContent>
                    <w:p w14:paraId="6E4FEBED" w14:textId="77777777" w:rsidR="003F16DE" w:rsidRDefault="00B75A5E" w:rsidP="003F16DE">
                      <w:pPr>
                        <w:pStyle w:val="Subtitle"/>
                      </w:pPr>
                      <w:r>
                        <w:t>THIS AWARD is FOR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E57C4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E2D4AA7" wp14:editId="7A95A655">
                <wp:simplePos x="0" y="0"/>
                <wp:positionH relativeFrom="page">
                  <wp:posOffset>5328920</wp:posOffset>
                </wp:positionH>
                <wp:positionV relativeFrom="page">
                  <wp:posOffset>6210300</wp:posOffset>
                </wp:positionV>
                <wp:extent cx="2286000" cy="0"/>
                <wp:effectExtent l="7620" t="12700" r="30480" b="2540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9.6pt,489pt" to="599.6pt,48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" strokecolor="black [3213]" strokeweight="1pt">
                <v:shadow opacity="22938f" mv:blur="38100f" offset="0,2pt"/>
                <w10:wrap anchorx="page" anchory="page"/>
              </v:line>
            </w:pict>
          </mc:Fallback>
        </mc:AlternateContent>
      </w:r>
      <w:r w:rsidR="003E57C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1AF786" wp14:editId="5796B834">
                <wp:simplePos x="0" y="0"/>
                <wp:positionH relativeFrom="page">
                  <wp:posOffset>2443480</wp:posOffset>
                </wp:positionH>
                <wp:positionV relativeFrom="page">
                  <wp:posOffset>6210300</wp:posOffset>
                </wp:positionV>
                <wp:extent cx="2286000" cy="0"/>
                <wp:effectExtent l="17780" t="12700" r="20320" b="2540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2.4pt,489pt" to="372.4pt,48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" strokecolor="black [3213]" strokeweight="1pt">
                <v:shadow opacity="22938f" mv:blur="38100f" offset="0,2pt"/>
                <w10:wrap anchorx="page" anchory="page"/>
              </v:line>
            </w:pict>
          </mc:Fallback>
        </mc:AlternateContent>
      </w:r>
    </w:p>
    <w:sectPr w:rsidR="006B7CD9" w:rsidSect="00D05DDA">
      <w:headerReference w:type="default" r:id="rId7"/>
      <w:pgSz w:w="15840" w:h="12240" w:orient="landscape"/>
      <w:pgMar w:top="1080" w:right="1080" w:bottom="1080" w:left="1080" w:header="720" w:footer="720" w:gutter="0"/>
      <w:cols w:space="720"/>
      <w:printerSettings r:id="rId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05CACD" w14:textId="77777777" w:rsidR="00B75A5E" w:rsidRDefault="00B75A5E">
      <w:r>
        <w:separator/>
      </w:r>
    </w:p>
  </w:endnote>
  <w:endnote w:type="continuationSeparator" w:id="0">
    <w:p w14:paraId="0F1C853F" w14:textId="77777777" w:rsidR="00B75A5E" w:rsidRDefault="00B75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Edwardian Script ITC">
    <w:panose1 w:val="030303020407070D0804"/>
    <w:charset w:val="00"/>
    <w:family w:val="auto"/>
    <w:pitch w:val="variable"/>
    <w:sig w:usb0="00000003" w:usb1="00000000" w:usb2="00000000" w:usb3="00000000" w:csb0="00000001" w:csb1="00000000"/>
  </w:font>
  <w:font w:name="ヒラギノ丸ゴ Pro W4">
    <w:charset w:val="4E"/>
    <w:family w:val="auto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Engravers MT">
    <w:panose1 w:val="02090707080505020304"/>
    <w:charset w:val="00"/>
    <w:family w:val="auto"/>
    <w:pitch w:val="variable"/>
    <w:sig w:usb0="00000003" w:usb1="00000000" w:usb2="00000000" w:usb3="00000000" w:csb0="00000001" w:csb1="00000000"/>
  </w:font>
  <w:font w:name="メイリオ">
    <w:charset w:val="4E"/>
    <w:family w:val="auto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258BA4" w14:textId="77777777" w:rsidR="00B75A5E" w:rsidRDefault="00B75A5E">
      <w:r>
        <w:separator/>
      </w:r>
    </w:p>
  </w:footnote>
  <w:footnote w:type="continuationSeparator" w:id="0">
    <w:p w14:paraId="3B9ADAF1" w14:textId="77777777" w:rsidR="00B75A5E" w:rsidRDefault="00B75A5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59FCC" w14:textId="77777777" w:rsidR="003F16DE" w:rsidRDefault="003F16DE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5D9E0183" wp14:editId="11ACF308">
          <wp:simplePos x="0" y="0"/>
          <wp:positionH relativeFrom="page">
            <wp:posOffset>2291080</wp:posOffset>
          </wp:positionH>
          <wp:positionV relativeFrom="page">
            <wp:posOffset>1130300</wp:posOffset>
          </wp:positionV>
          <wp:extent cx="5476240" cy="5511800"/>
          <wp:effectExtent l="25400" t="0" r="10160" b="0"/>
          <wp:wrapTight wrapText="bothSides">
            <wp:wrapPolygon edited="0">
              <wp:start x="11822" y="0"/>
              <wp:lineTo x="11121" y="299"/>
              <wp:lineTo x="9417" y="1493"/>
              <wp:lineTo x="2304" y="1792"/>
              <wp:lineTo x="2304" y="3185"/>
              <wp:lineTo x="1202" y="3185"/>
              <wp:lineTo x="1503" y="4778"/>
              <wp:lineTo x="200" y="6271"/>
              <wp:lineTo x="1503" y="7963"/>
              <wp:lineTo x="601" y="7963"/>
              <wp:lineTo x="601" y="8162"/>
              <wp:lineTo x="2104" y="9556"/>
              <wp:lineTo x="1403" y="11148"/>
              <wp:lineTo x="1403" y="11646"/>
              <wp:lineTo x="6212" y="12741"/>
              <wp:lineTo x="2304" y="12940"/>
              <wp:lineTo x="2304" y="14135"/>
              <wp:lineTo x="7915" y="14334"/>
              <wp:lineTo x="-100" y="15727"/>
              <wp:lineTo x="701" y="17519"/>
              <wp:lineTo x="3607" y="19112"/>
              <wp:lineTo x="1403" y="19211"/>
              <wp:lineTo x="1503" y="19510"/>
              <wp:lineTo x="5310" y="20704"/>
              <wp:lineTo x="5410" y="21500"/>
              <wp:lineTo x="5911" y="21500"/>
              <wp:lineTo x="7213" y="21500"/>
              <wp:lineTo x="12223" y="20903"/>
              <wp:lineTo x="17532" y="20704"/>
              <wp:lineTo x="21039" y="20107"/>
              <wp:lineTo x="20839" y="19112"/>
              <wp:lineTo x="21139" y="17618"/>
              <wp:lineTo x="21139" y="17519"/>
              <wp:lineTo x="20839" y="16026"/>
              <wp:lineTo x="20939" y="15926"/>
              <wp:lineTo x="21640" y="14533"/>
              <wp:lineTo x="21640" y="12641"/>
              <wp:lineTo x="20738" y="12243"/>
              <wp:lineTo x="18334" y="10850"/>
              <wp:lineTo x="16731" y="9655"/>
              <wp:lineTo x="16130" y="9556"/>
              <wp:lineTo x="12022" y="7963"/>
              <wp:lineTo x="12022" y="4778"/>
              <wp:lineTo x="12623" y="3285"/>
              <wp:lineTo x="12623" y="3185"/>
              <wp:lineTo x="13525" y="2090"/>
              <wp:lineTo x="13425" y="1792"/>
              <wp:lineTo x="12223" y="1593"/>
              <wp:lineTo x="15128" y="0"/>
              <wp:lineTo x="11822" y="0"/>
            </wp:wrapPolygon>
          </wp:wrapTight>
          <wp:docPr id="7" name="Picture 3" descr="Macintosh HD:Users:microsoftcorporation:Desktop:p2-spec-Certificates-FC4:Assets:dove-Tra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microsoftcorporation:Desktop:p2-spec-Certificates-FC4:Assets:dove-Trans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240" cy="5511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B75A5E"/>
    <w:rsid w:val="000175F4"/>
    <w:rsid w:val="000C04B0"/>
    <w:rsid w:val="001277EB"/>
    <w:rsid w:val="001726E6"/>
    <w:rsid w:val="00190C46"/>
    <w:rsid w:val="001A5030"/>
    <w:rsid w:val="00255D06"/>
    <w:rsid w:val="00305126"/>
    <w:rsid w:val="003E57C4"/>
    <w:rsid w:val="003F16DE"/>
    <w:rsid w:val="00516A24"/>
    <w:rsid w:val="00542B0E"/>
    <w:rsid w:val="00584305"/>
    <w:rsid w:val="006270E6"/>
    <w:rsid w:val="00640B7F"/>
    <w:rsid w:val="008A45E1"/>
    <w:rsid w:val="009465A1"/>
    <w:rsid w:val="00985C83"/>
    <w:rsid w:val="009D3B37"/>
    <w:rsid w:val="00B14161"/>
    <w:rsid w:val="00B45014"/>
    <w:rsid w:val="00B75A5E"/>
    <w:rsid w:val="00BB1769"/>
    <w:rsid w:val="00CE583D"/>
    <w:rsid w:val="00D05DDA"/>
    <w:rsid w:val="00D17C9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0656B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F16DE"/>
    <w:pPr>
      <w:jc w:val="center"/>
      <w:outlineLvl w:val="0"/>
    </w:pPr>
    <w:rPr>
      <w:rFonts w:asciiTheme="majorHAnsi" w:eastAsiaTheme="majorEastAsia" w:hAnsiTheme="majorHAnsi" w:cstheme="majorBidi"/>
      <w:bCs/>
      <w:color w:val="000000" w:themeColor="text1"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F16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16DE"/>
  </w:style>
  <w:style w:type="paragraph" w:styleId="Footer">
    <w:name w:val="footer"/>
    <w:basedOn w:val="Normal"/>
    <w:link w:val="FooterChar"/>
    <w:uiPriority w:val="99"/>
    <w:semiHidden/>
    <w:unhideWhenUsed/>
    <w:rsid w:val="003F16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16DE"/>
  </w:style>
  <w:style w:type="paragraph" w:styleId="Subtitle">
    <w:name w:val="Subtitle"/>
    <w:basedOn w:val="Normal"/>
    <w:link w:val="SubtitleChar"/>
    <w:uiPriority w:val="11"/>
    <w:qFormat/>
    <w:rsid w:val="003F16DE"/>
    <w:pPr>
      <w:numPr>
        <w:ilvl w:val="1"/>
      </w:numPr>
      <w:jc w:val="center"/>
    </w:pPr>
    <w:rPr>
      <w:rFonts w:asciiTheme="majorHAnsi" w:eastAsiaTheme="majorEastAsia" w:hAnsiTheme="majorHAnsi" w:cstheme="majorBidi"/>
      <w:b/>
      <w:iCs/>
      <w:color w:val="000000" w:themeColor="text1"/>
      <w:sz w:val="16"/>
    </w:rPr>
  </w:style>
  <w:style w:type="character" w:customStyle="1" w:styleId="SubtitleChar">
    <w:name w:val="Subtitle Char"/>
    <w:basedOn w:val="DefaultParagraphFont"/>
    <w:link w:val="Subtitle"/>
    <w:uiPriority w:val="11"/>
    <w:rsid w:val="003F16DE"/>
    <w:rPr>
      <w:rFonts w:asciiTheme="majorHAnsi" w:eastAsiaTheme="majorEastAsia" w:hAnsiTheme="majorHAnsi" w:cstheme="majorBidi"/>
      <w:b/>
      <w:iCs/>
      <w:color w:val="000000" w:themeColor="text1"/>
      <w:sz w:val="16"/>
    </w:rPr>
  </w:style>
  <w:style w:type="paragraph" w:styleId="Title">
    <w:name w:val="Title"/>
    <w:basedOn w:val="Normal"/>
    <w:link w:val="TitleChar"/>
    <w:uiPriority w:val="10"/>
    <w:qFormat/>
    <w:rsid w:val="003F16DE"/>
    <w:pPr>
      <w:jc w:val="center"/>
    </w:pPr>
    <w:rPr>
      <w:rFonts w:asciiTheme="majorHAnsi" w:eastAsiaTheme="majorEastAsia" w:hAnsiTheme="majorHAnsi" w:cstheme="majorBidi"/>
      <w:color w:val="000000" w:themeColor="text2"/>
      <w:spacing w:val="60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F16DE"/>
    <w:rPr>
      <w:rFonts w:asciiTheme="majorHAnsi" w:eastAsiaTheme="majorEastAsia" w:hAnsiTheme="majorHAnsi" w:cstheme="majorBidi"/>
      <w:color w:val="000000" w:themeColor="text2"/>
      <w:spacing w:val="60"/>
      <w:sz w:val="80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F16DE"/>
    <w:rPr>
      <w:rFonts w:asciiTheme="majorHAnsi" w:eastAsiaTheme="majorEastAsia" w:hAnsiTheme="majorHAnsi" w:cstheme="majorBidi"/>
      <w:bCs/>
      <w:color w:val="000000" w:themeColor="text1"/>
      <w:sz w:val="20"/>
      <w:szCs w:val="32"/>
    </w:rPr>
  </w:style>
  <w:style w:type="paragraph" w:customStyle="1" w:styleId="Recipient">
    <w:name w:val="Recipient"/>
    <w:basedOn w:val="Normal"/>
    <w:link w:val="RecipientChar"/>
    <w:qFormat/>
    <w:rsid w:val="003F16DE"/>
    <w:pPr>
      <w:jc w:val="center"/>
    </w:pPr>
    <w:rPr>
      <w:color w:val="F8F8F8" w:themeColor="background2"/>
      <w:sz w:val="120"/>
    </w:rPr>
  </w:style>
  <w:style w:type="character" w:customStyle="1" w:styleId="RecipientChar">
    <w:name w:val="Recipient Char"/>
    <w:basedOn w:val="DefaultParagraphFont"/>
    <w:link w:val="Recipient"/>
    <w:rsid w:val="003F16DE"/>
    <w:rPr>
      <w:color w:val="F8F8F8" w:themeColor="background2"/>
      <w:sz w:val="120"/>
    </w:rPr>
  </w:style>
  <w:style w:type="paragraph" w:styleId="Date">
    <w:name w:val="Date"/>
    <w:basedOn w:val="Normal"/>
    <w:link w:val="DateChar"/>
    <w:uiPriority w:val="99"/>
    <w:semiHidden/>
    <w:unhideWhenUsed/>
    <w:rsid w:val="003F16DE"/>
    <w:pPr>
      <w:jc w:val="center"/>
    </w:pPr>
    <w:rPr>
      <w:rFonts w:asciiTheme="majorHAnsi" w:eastAsiaTheme="majorEastAsia" w:hAnsiTheme="majorHAnsi" w:cstheme="majorBidi"/>
      <w:color w:val="000000" w:themeColor="text2"/>
      <w:sz w:val="40"/>
    </w:rPr>
  </w:style>
  <w:style w:type="character" w:customStyle="1" w:styleId="DateChar">
    <w:name w:val="Date Char"/>
    <w:basedOn w:val="DefaultParagraphFont"/>
    <w:link w:val="Date"/>
    <w:uiPriority w:val="99"/>
    <w:semiHidden/>
    <w:rsid w:val="003F16DE"/>
    <w:rPr>
      <w:rFonts w:asciiTheme="majorHAnsi" w:eastAsiaTheme="majorEastAsia" w:hAnsiTheme="majorHAnsi" w:cstheme="majorBidi"/>
      <w:color w:val="000000" w:themeColor="text2"/>
      <w:sz w:val="4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3F16DE"/>
    <w:pPr>
      <w:jc w:val="center"/>
    </w:pPr>
    <w:rPr>
      <w:rFonts w:asciiTheme="majorHAnsi" w:eastAsiaTheme="majorEastAsia" w:hAnsiTheme="majorHAnsi" w:cstheme="majorBidi"/>
      <w:color w:val="000000" w:themeColor="text1"/>
      <w:sz w:val="16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F16DE"/>
    <w:rPr>
      <w:rFonts w:asciiTheme="majorHAnsi" w:eastAsiaTheme="majorEastAsia" w:hAnsiTheme="majorHAnsi" w:cstheme="majorBidi"/>
      <w:color w:val="000000" w:themeColor="text1"/>
      <w:sz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F16DE"/>
    <w:pPr>
      <w:jc w:val="center"/>
      <w:outlineLvl w:val="0"/>
    </w:pPr>
    <w:rPr>
      <w:rFonts w:asciiTheme="majorHAnsi" w:eastAsiaTheme="majorEastAsia" w:hAnsiTheme="majorHAnsi" w:cstheme="majorBidi"/>
      <w:bCs/>
      <w:color w:val="000000" w:themeColor="text1"/>
      <w:sz w:val="2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F16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16DE"/>
  </w:style>
  <w:style w:type="paragraph" w:styleId="Footer">
    <w:name w:val="footer"/>
    <w:basedOn w:val="Normal"/>
    <w:link w:val="FooterChar"/>
    <w:uiPriority w:val="99"/>
    <w:semiHidden/>
    <w:unhideWhenUsed/>
    <w:rsid w:val="003F16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16DE"/>
  </w:style>
  <w:style w:type="paragraph" w:styleId="Subtitle">
    <w:name w:val="Subtitle"/>
    <w:basedOn w:val="Normal"/>
    <w:link w:val="SubtitleChar"/>
    <w:uiPriority w:val="11"/>
    <w:qFormat/>
    <w:rsid w:val="003F16DE"/>
    <w:pPr>
      <w:numPr>
        <w:ilvl w:val="1"/>
      </w:numPr>
      <w:jc w:val="center"/>
    </w:pPr>
    <w:rPr>
      <w:rFonts w:asciiTheme="majorHAnsi" w:eastAsiaTheme="majorEastAsia" w:hAnsiTheme="majorHAnsi" w:cstheme="majorBidi"/>
      <w:b/>
      <w:iCs/>
      <w:color w:val="000000" w:themeColor="text1"/>
      <w:sz w:val="16"/>
    </w:rPr>
  </w:style>
  <w:style w:type="character" w:customStyle="1" w:styleId="SubtitleChar">
    <w:name w:val="Subtitle Char"/>
    <w:basedOn w:val="DefaultParagraphFont"/>
    <w:link w:val="Subtitle"/>
    <w:uiPriority w:val="11"/>
    <w:rsid w:val="003F16DE"/>
    <w:rPr>
      <w:rFonts w:asciiTheme="majorHAnsi" w:eastAsiaTheme="majorEastAsia" w:hAnsiTheme="majorHAnsi" w:cstheme="majorBidi"/>
      <w:b/>
      <w:iCs/>
      <w:color w:val="000000" w:themeColor="text1"/>
      <w:sz w:val="16"/>
    </w:rPr>
  </w:style>
  <w:style w:type="paragraph" w:styleId="Title">
    <w:name w:val="Title"/>
    <w:basedOn w:val="Normal"/>
    <w:link w:val="TitleChar"/>
    <w:uiPriority w:val="10"/>
    <w:qFormat/>
    <w:rsid w:val="003F16DE"/>
    <w:pPr>
      <w:jc w:val="center"/>
    </w:pPr>
    <w:rPr>
      <w:rFonts w:asciiTheme="majorHAnsi" w:eastAsiaTheme="majorEastAsia" w:hAnsiTheme="majorHAnsi" w:cstheme="majorBidi"/>
      <w:color w:val="000000" w:themeColor="text2"/>
      <w:spacing w:val="60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F16DE"/>
    <w:rPr>
      <w:rFonts w:asciiTheme="majorHAnsi" w:eastAsiaTheme="majorEastAsia" w:hAnsiTheme="majorHAnsi" w:cstheme="majorBidi"/>
      <w:color w:val="000000" w:themeColor="text2"/>
      <w:spacing w:val="60"/>
      <w:sz w:val="80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F16DE"/>
    <w:rPr>
      <w:rFonts w:asciiTheme="majorHAnsi" w:eastAsiaTheme="majorEastAsia" w:hAnsiTheme="majorHAnsi" w:cstheme="majorBidi"/>
      <w:bCs/>
      <w:color w:val="000000" w:themeColor="text1"/>
      <w:sz w:val="20"/>
      <w:szCs w:val="32"/>
    </w:rPr>
  </w:style>
  <w:style w:type="paragraph" w:customStyle="1" w:styleId="Recipient">
    <w:name w:val="Recipient"/>
    <w:basedOn w:val="Normal"/>
    <w:link w:val="RecipientChar"/>
    <w:qFormat/>
    <w:rsid w:val="003F16DE"/>
    <w:pPr>
      <w:jc w:val="center"/>
    </w:pPr>
    <w:rPr>
      <w:color w:val="F8F8F8" w:themeColor="background2"/>
      <w:sz w:val="120"/>
    </w:rPr>
  </w:style>
  <w:style w:type="character" w:customStyle="1" w:styleId="RecipientChar">
    <w:name w:val="Recipient Char"/>
    <w:basedOn w:val="DefaultParagraphFont"/>
    <w:link w:val="Recipient"/>
    <w:rsid w:val="003F16DE"/>
    <w:rPr>
      <w:color w:val="F8F8F8" w:themeColor="background2"/>
      <w:sz w:val="120"/>
    </w:rPr>
  </w:style>
  <w:style w:type="paragraph" w:styleId="Date">
    <w:name w:val="Date"/>
    <w:basedOn w:val="Normal"/>
    <w:link w:val="DateChar"/>
    <w:uiPriority w:val="99"/>
    <w:semiHidden/>
    <w:unhideWhenUsed/>
    <w:rsid w:val="003F16DE"/>
    <w:pPr>
      <w:jc w:val="center"/>
    </w:pPr>
    <w:rPr>
      <w:rFonts w:asciiTheme="majorHAnsi" w:eastAsiaTheme="majorEastAsia" w:hAnsiTheme="majorHAnsi" w:cstheme="majorBidi"/>
      <w:color w:val="000000" w:themeColor="text2"/>
      <w:sz w:val="40"/>
    </w:rPr>
  </w:style>
  <w:style w:type="character" w:customStyle="1" w:styleId="DateChar">
    <w:name w:val="Date Char"/>
    <w:basedOn w:val="DefaultParagraphFont"/>
    <w:link w:val="Date"/>
    <w:uiPriority w:val="99"/>
    <w:semiHidden/>
    <w:rsid w:val="003F16DE"/>
    <w:rPr>
      <w:rFonts w:asciiTheme="majorHAnsi" w:eastAsiaTheme="majorEastAsia" w:hAnsiTheme="majorHAnsi" w:cstheme="majorBidi"/>
      <w:color w:val="000000" w:themeColor="text2"/>
      <w:sz w:val="4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3F16DE"/>
    <w:pPr>
      <w:jc w:val="center"/>
    </w:pPr>
    <w:rPr>
      <w:rFonts w:asciiTheme="majorHAnsi" w:eastAsiaTheme="majorEastAsia" w:hAnsiTheme="majorHAnsi" w:cstheme="majorBidi"/>
      <w:color w:val="000000" w:themeColor="text1"/>
      <w:sz w:val="16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F16DE"/>
    <w:rPr>
      <w:rFonts w:asciiTheme="majorHAnsi" w:eastAsiaTheme="majorEastAsia" w:hAnsiTheme="majorHAnsi" w:cstheme="majorBidi"/>
      <w:color w:val="000000" w:themeColor="text1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ublishing%20Layout%20View:Certificates:Humanitarian%20Certificate.dotx" TargetMode="Externa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Humanitarian Certificate">
      <a:majorFont>
        <a:latin typeface="Engravers MT"/>
        <a:ea typeface=""/>
        <a:cs typeface=""/>
        <a:font script="Jpan" typeface="メイリオ"/>
      </a:majorFont>
      <a:minorFont>
        <a:latin typeface="Edwardian Script ITC"/>
        <a:ea typeface=""/>
        <a:cs typeface=""/>
        <a:font script="Jpan" typeface="ヒラギノ丸ゴ Pro W4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Humanitarian Certificate.dotx</Template>
  <TotalTime>8</TotalTime>
  <Pages>1</Pages>
  <Words>1</Words>
  <Characters>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CARDAMON</dc:creator>
  <cp:keywords/>
  <dc:description/>
  <cp:lastModifiedBy>ANGELA CARDAMON</cp:lastModifiedBy>
  <cp:revision>2</cp:revision>
  <cp:lastPrinted>2014-11-08T21:57:00Z</cp:lastPrinted>
  <dcterms:created xsi:type="dcterms:W3CDTF">2014-11-08T21:49:00Z</dcterms:created>
  <dcterms:modified xsi:type="dcterms:W3CDTF">2014-11-08T21:57:00Z</dcterms:modified>
  <cp:category/>
</cp:coreProperties>
</file>